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w:t>
      </w:r>
      <w:r w:rsidR="00763D24">
        <w:rPr>
          <w:rFonts w:ascii="Times New Roman" w:hAnsi="Times New Roman"/>
          <w:b/>
          <w:szCs w:val="22"/>
          <w:lang w:val="bg-BG"/>
        </w:rPr>
        <w:t>.</w:t>
      </w:r>
      <w:r>
        <w:rPr>
          <w:rFonts w:ascii="Times New Roman" w:hAnsi="Times New Roman"/>
          <w:b/>
          <w:szCs w:val="22"/>
          <w:lang w:val="bg-BG"/>
        </w:rPr>
        <w:t xml:space="preserve"> в)</w:t>
      </w:r>
      <w:r w:rsidR="00FA45A2">
        <w:rPr>
          <w:rFonts w:ascii="Times New Roman" w:hAnsi="Times New Roman"/>
          <w:b/>
          <w:szCs w:val="22"/>
          <w:lang w:val="bg-BG"/>
        </w:rPr>
        <w:t xml:space="preserve"> и</w:t>
      </w:r>
      <w:r>
        <w:rPr>
          <w:rFonts w:ascii="Times New Roman" w:hAnsi="Times New Roman"/>
          <w:b/>
          <w:szCs w:val="22"/>
          <w:lang w:val="bg-BG"/>
        </w:rPr>
        <w:t xml:space="preserve"> г) </w:t>
      </w:r>
      <w:r w:rsidR="00FA45A2">
        <w:rPr>
          <w:rFonts w:ascii="Times New Roman" w:hAnsi="Times New Roman"/>
          <w:b/>
          <w:szCs w:val="22"/>
          <w:lang w:val="bg-BG"/>
        </w:rPr>
        <w:t>от ППЗОП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CD1996" w:rsidRPr="00CD1996" w:rsidRDefault="00CD1996" w:rsidP="00CD1996">
      <w:pPr>
        <w:tabs>
          <w:tab w:val="left" w:pos="0"/>
        </w:tabs>
        <w:spacing w:line="360" w:lineRule="auto"/>
        <w:jc w:val="center"/>
        <w:rPr>
          <w:rFonts w:ascii="Times New Roman" w:hAnsi="Times New Roman"/>
          <w:lang w:val="ru-RU"/>
        </w:rPr>
      </w:pPr>
      <w:r w:rsidRPr="00CD1996">
        <w:rPr>
          <w:rFonts w:ascii="Times New Roman" w:hAnsi="Times New Roman"/>
          <w:b/>
          <w:bCs/>
          <w:lang w:val="bg-BG"/>
        </w:rPr>
        <w:t>“</w:t>
      </w:r>
      <w:proofErr w:type="spellStart"/>
      <w:r w:rsidR="00783816" w:rsidRPr="00783816">
        <w:rPr>
          <w:rFonts w:ascii="Times New Roman" w:hAnsi="Times New Roman"/>
          <w:b/>
        </w:rPr>
        <w:t>Доставка</w:t>
      </w:r>
      <w:proofErr w:type="spellEnd"/>
      <w:r w:rsidR="00783816" w:rsidRPr="00783816">
        <w:rPr>
          <w:rFonts w:ascii="Times New Roman" w:hAnsi="Times New Roman"/>
          <w:b/>
        </w:rPr>
        <w:t xml:space="preserve"> </w:t>
      </w:r>
      <w:proofErr w:type="spellStart"/>
      <w:r w:rsidR="00783816" w:rsidRPr="00783816">
        <w:rPr>
          <w:rFonts w:ascii="Times New Roman" w:hAnsi="Times New Roman"/>
          <w:b/>
        </w:rPr>
        <w:t>на</w:t>
      </w:r>
      <w:proofErr w:type="spellEnd"/>
      <w:r w:rsidR="00783816" w:rsidRPr="00783816">
        <w:rPr>
          <w:rFonts w:ascii="Times New Roman" w:hAnsi="Times New Roman"/>
          <w:b/>
        </w:rPr>
        <w:t xml:space="preserve"> </w:t>
      </w:r>
      <w:r w:rsidR="00D13DF2">
        <w:rPr>
          <w:rFonts w:ascii="Times New Roman" w:hAnsi="Times New Roman"/>
          <w:b/>
          <w:lang w:val="bg-BG"/>
        </w:rPr>
        <w:t>алфа спектрометрична апаратура</w:t>
      </w:r>
      <w:r w:rsidRPr="00CD1996">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7C40"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Pr="00BE7C40">
        <w:rPr>
          <w:rFonts w:ascii="Times New Roman" w:hAnsi="Times New Roman"/>
          <w:szCs w:val="22"/>
          <w:lang w:val="bg-BG"/>
        </w:rPr>
        <w:t>…</w:t>
      </w:r>
      <w:r w:rsidR="00357476" w:rsidRPr="00BE7C40">
        <w:rPr>
          <w:rFonts w:ascii="Times New Roman" w:hAnsi="Times New Roman"/>
          <w:szCs w:val="22"/>
          <w:lang w:val="bg-BG"/>
        </w:rPr>
        <w:t>(</w:t>
      </w:r>
      <w:r w:rsidRPr="00BE7C40">
        <w:rPr>
          <w:rFonts w:ascii="Times New Roman" w:hAnsi="Times New Roman"/>
          <w:i/>
          <w:szCs w:val="22"/>
          <w:lang w:val="bg-BG"/>
        </w:rPr>
        <w:t>не по-малко от 90</w:t>
      </w:r>
      <w:r w:rsidR="00357476" w:rsidRPr="00BE7C40">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календарни дни.</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drawingGridHorizontalSpacing w:val="120"/>
  <w:displayHorizontalDrawingGridEvery w:val="2"/>
  <w:displayVerticalDrawingGridEvery w:val="2"/>
  <w:characterSpacingControl w:val="doNotCompress"/>
  <w:compat/>
  <w:rsids>
    <w:rsidRoot w:val="002D06F9"/>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2F9"/>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19BE"/>
    <w:rsid w:val="00206108"/>
    <w:rsid w:val="002220DC"/>
    <w:rsid w:val="00226D0D"/>
    <w:rsid w:val="00251545"/>
    <w:rsid w:val="00255984"/>
    <w:rsid w:val="00260D9E"/>
    <w:rsid w:val="0029557C"/>
    <w:rsid w:val="002A1F09"/>
    <w:rsid w:val="002B4282"/>
    <w:rsid w:val="002C15CD"/>
    <w:rsid w:val="002D06F9"/>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E7FE1"/>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032BC"/>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63D24"/>
    <w:rsid w:val="007827C7"/>
    <w:rsid w:val="00783816"/>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528C"/>
    <w:rsid w:val="00AC6206"/>
    <w:rsid w:val="00AD12DD"/>
    <w:rsid w:val="00AD4DBC"/>
    <w:rsid w:val="00AD644C"/>
    <w:rsid w:val="00AF3C45"/>
    <w:rsid w:val="00B20A9C"/>
    <w:rsid w:val="00B55018"/>
    <w:rsid w:val="00B67FDD"/>
    <w:rsid w:val="00B75040"/>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13DF2"/>
    <w:rsid w:val="00D435B8"/>
    <w:rsid w:val="00D8373C"/>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2738"/>
    <w:rsid w:val="00F53BE9"/>
    <w:rsid w:val="00F57871"/>
    <w:rsid w:val="00F65C5E"/>
    <w:rsid w:val="00F66B09"/>
    <w:rsid w:val="00F67942"/>
    <w:rsid w:val="00F73778"/>
    <w:rsid w:val="00F85BC6"/>
    <w:rsid w:val="00FA45A2"/>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anmomchilova\Desktop\&#1047;&#1054;&#1055;%2015.04.2016\&#1055;&#1091;&#1073;&#1083;&#1080;&#1095;&#1085;&#1086;%20&#1089;&#1098;&#1089;&#1090;&#1077;&#1079;&#1072;&#1085;&#1080;&#1077;\&#1044;&#1077;&#1082;&#1083;&#1072;&#1088;&#1072;&#1094;&#1080;&#1103;%20&#1095;&#1083;.%2039,%20&#1072;&#1083;.3,%20&#1090;.1,%20&#1086;&#1090;%20&#1055;&#1055;&#1047;&#1054;&#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чл. 39, ал.3, т.1, от ППЗОП</Template>
  <TotalTime>23</TotalTime>
  <Pages>1</Pages>
  <Words>152</Words>
  <Characters>867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anmomchilova</dc:creator>
  <cp:lastModifiedBy>anmomchilova</cp:lastModifiedBy>
  <cp:revision>6</cp:revision>
  <cp:lastPrinted>2017-04-04T07:41:00Z</cp:lastPrinted>
  <dcterms:created xsi:type="dcterms:W3CDTF">2017-03-22T12:37:00Z</dcterms:created>
  <dcterms:modified xsi:type="dcterms:W3CDTF">2017-04-27T12:01:00Z</dcterms:modified>
</cp:coreProperties>
</file>